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9279"/>
      </w:tblGrid>
      <w:tr w:rsidR="0070684C" w14:paraId="7B221105" w14:textId="77777777" w:rsidTr="008F7AF4">
        <w:tc>
          <w:tcPr>
            <w:tcW w:w="4613" w:type="dxa"/>
          </w:tcPr>
          <w:p w14:paraId="7B221101" w14:textId="77777777" w:rsidR="0070684C" w:rsidRPr="0070684C" w:rsidRDefault="0070684C" w:rsidP="000B5163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9279" w:type="dxa"/>
          </w:tcPr>
          <w:p w14:paraId="7B221104" w14:textId="1E6A48B7" w:rsidR="0070684C" w:rsidRPr="00303393" w:rsidRDefault="00303393" w:rsidP="00B3097A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bookmarkStart w:id="0" w:name="_GoBack"/>
            <w:r w:rsidRPr="00303393">
              <w:rPr>
                <w:sz w:val="22"/>
                <w:szCs w:val="22"/>
              </w:rPr>
              <w:t>Lisa 2</w:t>
            </w:r>
            <w:bookmarkEnd w:id="0"/>
          </w:p>
        </w:tc>
      </w:tr>
    </w:tbl>
    <w:p w14:paraId="7B22110C" w14:textId="26921C51" w:rsidR="008145F3" w:rsidRDefault="008145F3" w:rsidP="0084562D">
      <w:pPr>
        <w:widowControl/>
        <w:suppressAutoHyphens w:val="0"/>
        <w:spacing w:line="240" w:lineRule="auto"/>
        <w:jc w:val="left"/>
      </w:pPr>
    </w:p>
    <w:p w14:paraId="44864589" w14:textId="7D53D7C7" w:rsidR="000B5163" w:rsidRDefault="000B5163" w:rsidP="000B5163">
      <w:pPr>
        <w:widowControl/>
        <w:suppressAutoHyphens w:val="0"/>
        <w:spacing w:line="240" w:lineRule="auto"/>
        <w:jc w:val="center"/>
        <w:rPr>
          <w:kern w:val="2"/>
        </w:rPr>
      </w:pPr>
      <w:r>
        <w:rPr>
          <w:noProof/>
          <w:lang w:eastAsia="et-EE" w:bidi="ar-SA"/>
        </w:rPr>
        <w:drawing>
          <wp:inline distT="0" distB="0" distL="0" distR="0" wp14:anchorId="6FE63B9F" wp14:editId="1F09DCDE">
            <wp:extent cx="819150" cy="548676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81" cy="550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7AF4">
        <w:rPr>
          <w:kern w:val="2"/>
        </w:rPr>
        <w:t xml:space="preserve">      </w:t>
      </w:r>
      <w:r>
        <w:rPr>
          <w:noProof/>
          <w:lang w:eastAsia="et-EE" w:bidi="ar-SA"/>
        </w:rPr>
        <w:drawing>
          <wp:inline distT="0" distB="0" distL="0" distR="0" wp14:anchorId="6E8A23A4" wp14:editId="61DB129A">
            <wp:extent cx="1543050" cy="6186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62" cy="62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67574" w14:textId="77777777" w:rsidR="000B5163" w:rsidRDefault="000B5163" w:rsidP="000B5163">
      <w:pPr>
        <w:jc w:val="center"/>
      </w:pPr>
    </w:p>
    <w:p w14:paraId="21796D35" w14:textId="77777777" w:rsidR="000B5163" w:rsidRDefault="000B5163" w:rsidP="000B5163">
      <w:pPr>
        <w:jc w:val="center"/>
        <w:rPr>
          <w:b/>
          <w:bCs/>
        </w:rPr>
      </w:pPr>
    </w:p>
    <w:p w14:paraId="63ED74CE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Varjupaiga-, Rän</w:t>
      </w:r>
      <w:r>
        <w:rPr>
          <w:b/>
          <w:sz w:val="28"/>
          <w:szCs w:val="28"/>
        </w:rPr>
        <w:t>de- ja Integratsioonifond</w:t>
      </w:r>
    </w:p>
    <w:p w14:paraId="27A6EAFD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</w:p>
    <w:p w14:paraId="4991B1D1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Projekti tegevuskava</w:t>
      </w:r>
      <w:r>
        <w:rPr>
          <w:b/>
          <w:sz w:val="28"/>
          <w:szCs w:val="28"/>
        </w:rPr>
        <w:t xml:space="preserve"> ja tulemused</w:t>
      </w:r>
    </w:p>
    <w:p w14:paraId="755F8AD2" w14:textId="77777777" w:rsidR="000B5163" w:rsidRPr="002B6780" w:rsidRDefault="000B5163" w:rsidP="000B5163">
      <w:pPr>
        <w:rPr>
          <w:b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8647"/>
      </w:tblGrid>
      <w:tr w:rsidR="000B5163" w:rsidRPr="002B6780" w14:paraId="0BCA183E" w14:textId="77777777" w:rsidTr="008F7AF4">
        <w:tc>
          <w:tcPr>
            <w:tcW w:w="5240" w:type="dxa"/>
            <w:shd w:val="clear" w:color="auto" w:fill="E0E0E0"/>
            <w:hideMark/>
          </w:tcPr>
          <w:p w14:paraId="6D5D89B4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Toetuse saaja</w:t>
            </w:r>
          </w:p>
        </w:tc>
        <w:tc>
          <w:tcPr>
            <w:tcW w:w="8647" w:type="dxa"/>
          </w:tcPr>
          <w:p w14:paraId="3878C27D" w14:textId="77777777" w:rsidR="000B5163" w:rsidRPr="00D058FD" w:rsidRDefault="000B5163" w:rsidP="001140DF">
            <w:pPr>
              <w:spacing w:line="276" w:lineRule="auto"/>
              <w:rPr>
                <w:b/>
              </w:rPr>
            </w:pPr>
          </w:p>
        </w:tc>
      </w:tr>
      <w:tr w:rsidR="000B5163" w:rsidRPr="002B6780" w14:paraId="0A8F2030" w14:textId="77777777" w:rsidTr="008F7AF4">
        <w:tc>
          <w:tcPr>
            <w:tcW w:w="5240" w:type="dxa"/>
            <w:shd w:val="clear" w:color="auto" w:fill="E0E0E0"/>
            <w:hideMark/>
          </w:tcPr>
          <w:p w14:paraId="6310CC67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Projekti pealkiri</w:t>
            </w:r>
          </w:p>
        </w:tc>
        <w:tc>
          <w:tcPr>
            <w:tcW w:w="8647" w:type="dxa"/>
          </w:tcPr>
          <w:p w14:paraId="167E6902" w14:textId="77777777" w:rsidR="000B5163" w:rsidRPr="00D058FD" w:rsidRDefault="000B5163" w:rsidP="001140DF">
            <w:pPr>
              <w:outlineLvl w:val="0"/>
            </w:pPr>
          </w:p>
        </w:tc>
      </w:tr>
      <w:tr w:rsidR="000B5163" w:rsidRPr="002B6780" w14:paraId="1CEC9808" w14:textId="77777777" w:rsidTr="008F7AF4">
        <w:trPr>
          <w:trHeight w:val="108"/>
        </w:trPr>
        <w:tc>
          <w:tcPr>
            <w:tcW w:w="5240" w:type="dxa"/>
            <w:shd w:val="clear" w:color="auto" w:fill="E0E0E0"/>
            <w:hideMark/>
          </w:tcPr>
          <w:p w14:paraId="2FD2763B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tunnus</w:t>
            </w:r>
          </w:p>
        </w:tc>
        <w:tc>
          <w:tcPr>
            <w:tcW w:w="8647" w:type="dxa"/>
          </w:tcPr>
          <w:p w14:paraId="380E7007" w14:textId="77777777" w:rsidR="000B5163" w:rsidRPr="002B6780" w:rsidRDefault="000B5163" w:rsidP="001140DF">
            <w:pPr>
              <w:spacing w:line="276" w:lineRule="auto"/>
            </w:pPr>
          </w:p>
        </w:tc>
      </w:tr>
      <w:tr w:rsidR="000B5163" w:rsidRPr="002B6780" w14:paraId="0F9D9FFA" w14:textId="77777777" w:rsidTr="008F7AF4">
        <w:trPr>
          <w:trHeight w:val="108"/>
        </w:trPr>
        <w:tc>
          <w:tcPr>
            <w:tcW w:w="5240" w:type="dxa"/>
            <w:shd w:val="clear" w:color="auto" w:fill="E0E0E0"/>
          </w:tcPr>
          <w:p w14:paraId="3B913C6E" w14:textId="77777777" w:rsidR="000B5163" w:rsidRDefault="000B5163" w:rsidP="001140DF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Projekti abikõlblikkuse periood </w:t>
            </w:r>
            <w:r w:rsidRPr="00414A5D">
              <w:rPr>
                <w:b/>
                <w:i/>
                <w:sz w:val="20"/>
              </w:rPr>
              <w:t>(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>
              <w:rPr>
                <w:b/>
                <w:i/>
                <w:sz w:val="20"/>
              </w:rPr>
              <w:t>–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 w:rsidRPr="00414A5D">
              <w:rPr>
                <w:b/>
                <w:i/>
                <w:sz w:val="20"/>
              </w:rPr>
              <w:t>)</w:t>
            </w:r>
          </w:p>
        </w:tc>
        <w:tc>
          <w:tcPr>
            <w:tcW w:w="8647" w:type="dxa"/>
          </w:tcPr>
          <w:p w14:paraId="4DC8136A" w14:textId="77777777" w:rsidR="000B5163" w:rsidRPr="002B6780" w:rsidRDefault="000B5163" w:rsidP="001140DF">
            <w:pPr>
              <w:spacing w:line="276" w:lineRule="auto"/>
            </w:pPr>
          </w:p>
        </w:tc>
      </w:tr>
      <w:tr w:rsidR="000B5163" w:rsidRPr="002B6780" w14:paraId="0ED93547" w14:textId="77777777" w:rsidTr="008F7AF4">
        <w:tblPrEx>
          <w:tblLook w:val="0000" w:firstRow="0" w:lastRow="0" w:firstColumn="0" w:lastColumn="0" w:noHBand="0" w:noVBand="0"/>
        </w:tblPrEx>
        <w:tc>
          <w:tcPr>
            <w:tcW w:w="5240" w:type="dxa"/>
            <w:shd w:val="clear" w:color="auto" w:fill="E0E0E0"/>
            <w:vAlign w:val="center"/>
          </w:tcPr>
          <w:p w14:paraId="2D0F04D3" w14:textId="77777777" w:rsidR="000B5163" w:rsidRPr="002B6780" w:rsidRDefault="000B5163" w:rsidP="001140DF">
            <w:pPr>
              <w:spacing w:line="360" w:lineRule="auto"/>
              <w:rPr>
                <w:b/>
                <w:bCs/>
              </w:rPr>
            </w:pPr>
            <w:r w:rsidRPr="002B6780">
              <w:rPr>
                <w:b/>
                <w:bCs/>
              </w:rPr>
              <w:t>Valdkond</w:t>
            </w:r>
          </w:p>
          <w:p w14:paraId="3438E5AD" w14:textId="77777777" w:rsidR="000B5163" w:rsidRPr="002B6780" w:rsidRDefault="000B5163" w:rsidP="001140DF">
            <w:pPr>
              <w:spacing w:line="360" w:lineRule="auto"/>
              <w:rPr>
                <w:b/>
                <w:bCs/>
                <w:i/>
              </w:rPr>
            </w:pPr>
          </w:p>
        </w:tc>
        <w:tc>
          <w:tcPr>
            <w:tcW w:w="8647" w:type="dxa"/>
          </w:tcPr>
          <w:p w14:paraId="05CFDB38" w14:textId="77777777" w:rsidR="000B5163" w:rsidRPr="002B6780" w:rsidRDefault="00303393" w:rsidP="001140DF">
            <w:pPr>
              <w:spacing w:before="100" w:beforeAutospacing="1" w:after="100" w:afterAutospacing="1"/>
              <w:jc w:val="left"/>
            </w:pPr>
            <w:sdt>
              <w:sdtPr>
                <w:id w:val="179656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16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5163" w:rsidRPr="002B6780">
              <w:t xml:space="preserve"> Euroopa ühine varjupaigasüsteem</w:t>
            </w:r>
          </w:p>
          <w:p w14:paraId="12199DC2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471337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vastuvõtu- ja varjupaigasüsteemid</w:t>
            </w:r>
          </w:p>
          <w:p w14:paraId="7BC5C79B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140232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suutlikkuse arendamine</w:t>
            </w:r>
          </w:p>
          <w:p w14:paraId="6D8784FC" w14:textId="77777777" w:rsidR="000B5163" w:rsidRPr="002D20DC" w:rsidRDefault="000B5163" w:rsidP="001140DF">
            <w:pPr>
              <w:spacing w:before="100" w:beforeAutospacing="1" w:after="100" w:afterAutospacing="1"/>
              <w:contextualSpacing/>
              <w:jc w:val="left"/>
            </w:pPr>
          </w:p>
          <w:p w14:paraId="0305A52C" w14:textId="77777777" w:rsidR="000B5163" w:rsidRPr="002B6780" w:rsidRDefault="00303393" w:rsidP="001140DF">
            <w:pPr>
              <w:spacing w:before="100" w:beforeAutospacing="1" w:after="100" w:afterAutospacing="1"/>
              <w:jc w:val="left"/>
            </w:pPr>
            <w:sdt>
              <w:sdtPr>
                <w:id w:val="-1008514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16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5163" w:rsidRPr="002B6780">
              <w:t xml:space="preserve"> Integratsioon ja seaduslik ränne</w:t>
            </w:r>
          </w:p>
          <w:p w14:paraId="0A9E3293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</w:t>
            </w:r>
            <w:sdt>
              <w:sdtPr>
                <w:id w:val="825471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integratsioonimeetmed</w:t>
            </w:r>
          </w:p>
          <w:p w14:paraId="7206DD9C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</w:t>
            </w:r>
            <w:sdt>
              <w:sdtPr>
                <w:id w:val="-572425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B6780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B6780">
              <w:t xml:space="preserve"> suutlikkuse arendamine ja praktiline koostöö</w:t>
            </w:r>
          </w:p>
          <w:p w14:paraId="0C70A0F4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</w:p>
          <w:p w14:paraId="57DB5B93" w14:textId="77777777" w:rsidR="000B5163" w:rsidRPr="002B6780" w:rsidRDefault="000B5163" w:rsidP="001140DF">
            <w:pPr>
              <w:spacing w:before="100" w:beforeAutospacing="1" w:after="100" w:afterAutospacing="1"/>
              <w:jc w:val="left"/>
            </w:pPr>
            <w:r w:rsidRPr="002B6780">
              <w:t xml:space="preserve"> </w:t>
            </w:r>
            <w:sdt>
              <w:sdtPr>
                <w:id w:val="1174842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Tagasisaatmine</w:t>
            </w:r>
          </w:p>
          <w:p w14:paraId="1554F351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 </w:t>
            </w:r>
            <w:sdt>
              <w:sdtPr>
                <w:id w:val="-833910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</w:t>
            </w:r>
            <w:proofErr w:type="spellStart"/>
            <w:r w:rsidRPr="002B6780">
              <w:t>tagasisaatmismenetlustega</w:t>
            </w:r>
            <w:proofErr w:type="spellEnd"/>
            <w:r w:rsidRPr="002B6780">
              <w:t xml:space="preserve"> kaasnevad meetmed</w:t>
            </w:r>
          </w:p>
          <w:p w14:paraId="770726E4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-683677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</w:t>
            </w:r>
            <w:proofErr w:type="spellStart"/>
            <w:r w:rsidRPr="002B6780">
              <w:t>tagasisaatmismeetmed</w:t>
            </w:r>
            <w:proofErr w:type="spellEnd"/>
          </w:p>
          <w:p w14:paraId="686BE912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rPr>
                <w:i/>
              </w:rPr>
              <w:t xml:space="preserve">          </w:t>
            </w:r>
            <w:r w:rsidRPr="002B6780">
              <w:t xml:space="preserve"> </w:t>
            </w:r>
            <w:sdt>
              <w:sdtPr>
                <w:id w:val="1959760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B6780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B6780">
              <w:t xml:space="preserve"> suutlikkuse arendamine ja praktiline koostöö</w:t>
            </w:r>
          </w:p>
        </w:tc>
      </w:tr>
    </w:tbl>
    <w:p w14:paraId="3DDDA130" w14:textId="77777777" w:rsidR="000B5163" w:rsidRPr="003C0FAD" w:rsidRDefault="000B5163" w:rsidP="000B5163">
      <w:pPr>
        <w:jc w:val="left"/>
        <w:rPr>
          <w:b/>
        </w:rPr>
      </w:pPr>
    </w:p>
    <w:p w14:paraId="7A7D7158" w14:textId="77777777" w:rsidR="000B5163" w:rsidRPr="003C0FAD" w:rsidRDefault="000B5163" w:rsidP="000B5163">
      <w:pPr>
        <w:pStyle w:val="ListParagraph"/>
        <w:numPr>
          <w:ilvl w:val="0"/>
          <w:numId w:val="1"/>
        </w:numPr>
        <w:jc w:val="left"/>
        <w:rPr>
          <w:b/>
        </w:rPr>
      </w:pPr>
      <w:r>
        <w:rPr>
          <w:b/>
        </w:rPr>
        <w:t>Projekti tegevuskava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4536"/>
        <w:gridCol w:w="4111"/>
        <w:gridCol w:w="3544"/>
      </w:tblGrid>
      <w:tr w:rsidR="000B5163" w:rsidRPr="00414A5D" w14:paraId="10B3091C" w14:textId="77777777" w:rsidTr="008F7AF4">
        <w:trPr>
          <w:trHeight w:val="270"/>
        </w:trPr>
        <w:tc>
          <w:tcPr>
            <w:tcW w:w="1696" w:type="dxa"/>
            <w:shd w:val="clear" w:color="auto" w:fill="E0E0E0"/>
          </w:tcPr>
          <w:p w14:paraId="3972450A" w14:textId="77777777" w:rsidR="000B5163" w:rsidRPr="00414A5D" w:rsidRDefault="000B5163" w:rsidP="001140D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Kavandatud kuu ja aasta</w:t>
            </w:r>
          </w:p>
        </w:tc>
        <w:tc>
          <w:tcPr>
            <w:tcW w:w="4536" w:type="dxa"/>
            <w:shd w:val="clear" w:color="auto" w:fill="E0E0E0"/>
          </w:tcPr>
          <w:p w14:paraId="6FCF6513" w14:textId="77777777" w:rsidR="000B5163" w:rsidRPr="00414A5D" w:rsidRDefault="000B5163" w:rsidP="001140DF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 xml:space="preserve">Tegevused </w:t>
            </w:r>
          </w:p>
        </w:tc>
        <w:tc>
          <w:tcPr>
            <w:tcW w:w="4111" w:type="dxa"/>
            <w:shd w:val="clear" w:color="auto" w:fill="E0E0E0"/>
          </w:tcPr>
          <w:p w14:paraId="02657EF2" w14:textId="77777777" w:rsidR="000B5163" w:rsidRPr="00414A5D" w:rsidRDefault="000B5163" w:rsidP="001140DF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>Tegevuse planeeritud tulemus</w:t>
            </w:r>
          </w:p>
        </w:tc>
        <w:tc>
          <w:tcPr>
            <w:tcW w:w="3544" w:type="dxa"/>
            <w:shd w:val="clear" w:color="auto" w:fill="E0E0E0"/>
          </w:tcPr>
          <w:p w14:paraId="0AC3B2E7" w14:textId="77777777" w:rsidR="000B5163" w:rsidRPr="00414A5D" w:rsidRDefault="000B5163" w:rsidP="001140DF">
            <w:pPr>
              <w:jc w:val="left"/>
              <w:rPr>
                <w:b/>
                <w:i/>
                <w:color w:val="FF0000"/>
                <w:sz w:val="20"/>
              </w:rPr>
            </w:pPr>
            <w:r>
              <w:rPr>
                <w:b/>
                <w:sz w:val="20"/>
              </w:rPr>
              <w:t>Toimumise koht ja vastutaja(d)</w:t>
            </w:r>
          </w:p>
        </w:tc>
      </w:tr>
      <w:tr w:rsidR="000B5163" w:rsidRPr="00BD602E" w14:paraId="33C131E7" w14:textId="77777777" w:rsidTr="008F7AF4">
        <w:trPr>
          <w:trHeight w:val="270"/>
        </w:trPr>
        <w:tc>
          <w:tcPr>
            <w:tcW w:w="1696" w:type="dxa"/>
          </w:tcPr>
          <w:p w14:paraId="3F7142B1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360"/>
              <w:rPr>
                <w:b/>
              </w:rPr>
            </w:pPr>
          </w:p>
        </w:tc>
        <w:tc>
          <w:tcPr>
            <w:tcW w:w="4536" w:type="dxa"/>
          </w:tcPr>
          <w:p w14:paraId="77184E7C" w14:textId="77777777" w:rsidR="000B5163" w:rsidRPr="003A6960" w:rsidRDefault="000B5163" w:rsidP="001140DF"/>
        </w:tc>
        <w:tc>
          <w:tcPr>
            <w:tcW w:w="4111" w:type="dxa"/>
          </w:tcPr>
          <w:p w14:paraId="7A87ECD2" w14:textId="77777777" w:rsidR="000B5163" w:rsidRPr="003A6960" w:rsidRDefault="000B5163" w:rsidP="001140DF"/>
        </w:tc>
        <w:tc>
          <w:tcPr>
            <w:tcW w:w="3544" w:type="dxa"/>
          </w:tcPr>
          <w:p w14:paraId="4B952535" w14:textId="77777777" w:rsidR="000B5163" w:rsidRPr="003A6960" w:rsidRDefault="000B5163" w:rsidP="001140DF"/>
        </w:tc>
      </w:tr>
      <w:tr w:rsidR="000B5163" w:rsidRPr="00BD602E" w14:paraId="295EABF3" w14:textId="77777777" w:rsidTr="008F7AF4">
        <w:trPr>
          <w:trHeight w:val="270"/>
        </w:trPr>
        <w:tc>
          <w:tcPr>
            <w:tcW w:w="1696" w:type="dxa"/>
          </w:tcPr>
          <w:p w14:paraId="15A447FB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5A6A3296" w14:textId="77777777" w:rsidR="000B5163" w:rsidRPr="003A6960" w:rsidRDefault="000B5163" w:rsidP="001140DF"/>
        </w:tc>
        <w:tc>
          <w:tcPr>
            <w:tcW w:w="4111" w:type="dxa"/>
          </w:tcPr>
          <w:p w14:paraId="37238C7E" w14:textId="77777777" w:rsidR="000B5163" w:rsidRPr="003A6960" w:rsidRDefault="000B5163" w:rsidP="001140DF"/>
        </w:tc>
        <w:tc>
          <w:tcPr>
            <w:tcW w:w="3544" w:type="dxa"/>
          </w:tcPr>
          <w:p w14:paraId="69D19C1B" w14:textId="77777777" w:rsidR="000B5163" w:rsidRPr="003A6960" w:rsidRDefault="000B5163" w:rsidP="001140DF"/>
        </w:tc>
      </w:tr>
      <w:tr w:rsidR="000B5163" w:rsidRPr="00BD602E" w14:paraId="05E86FD9" w14:textId="77777777" w:rsidTr="008F7AF4">
        <w:trPr>
          <w:trHeight w:val="270"/>
        </w:trPr>
        <w:tc>
          <w:tcPr>
            <w:tcW w:w="1696" w:type="dxa"/>
          </w:tcPr>
          <w:p w14:paraId="2FF75196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3E01A5D5" w14:textId="77777777" w:rsidR="000B5163" w:rsidRPr="003A6960" w:rsidRDefault="000B5163" w:rsidP="001140DF"/>
        </w:tc>
        <w:tc>
          <w:tcPr>
            <w:tcW w:w="4111" w:type="dxa"/>
          </w:tcPr>
          <w:p w14:paraId="6043BB03" w14:textId="77777777" w:rsidR="000B5163" w:rsidRPr="003A6960" w:rsidRDefault="000B5163" w:rsidP="001140DF"/>
        </w:tc>
        <w:tc>
          <w:tcPr>
            <w:tcW w:w="3544" w:type="dxa"/>
          </w:tcPr>
          <w:p w14:paraId="216A4BBE" w14:textId="77777777" w:rsidR="000B5163" w:rsidRPr="003A6960" w:rsidRDefault="000B5163" w:rsidP="001140DF"/>
        </w:tc>
      </w:tr>
      <w:tr w:rsidR="000B5163" w:rsidRPr="00BD602E" w14:paraId="7CA4A313" w14:textId="77777777" w:rsidTr="008F7AF4">
        <w:trPr>
          <w:trHeight w:val="270"/>
        </w:trPr>
        <w:tc>
          <w:tcPr>
            <w:tcW w:w="1696" w:type="dxa"/>
          </w:tcPr>
          <w:p w14:paraId="411797AC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41227208" w14:textId="77777777" w:rsidR="000B5163" w:rsidRPr="003A6960" w:rsidRDefault="000B5163" w:rsidP="001140DF"/>
        </w:tc>
        <w:tc>
          <w:tcPr>
            <w:tcW w:w="4111" w:type="dxa"/>
          </w:tcPr>
          <w:p w14:paraId="617D80DC" w14:textId="77777777" w:rsidR="000B5163" w:rsidRPr="003A6960" w:rsidRDefault="000B5163" w:rsidP="001140DF"/>
        </w:tc>
        <w:tc>
          <w:tcPr>
            <w:tcW w:w="3544" w:type="dxa"/>
          </w:tcPr>
          <w:p w14:paraId="26C55D9A" w14:textId="77777777" w:rsidR="000B5163" w:rsidRPr="003A6960" w:rsidRDefault="000B5163" w:rsidP="001140DF"/>
        </w:tc>
      </w:tr>
    </w:tbl>
    <w:p w14:paraId="531110B4" w14:textId="77777777" w:rsidR="000B5163" w:rsidRDefault="000B5163" w:rsidP="000B5163">
      <w:pPr>
        <w:rPr>
          <w:b/>
          <w:bCs/>
          <w:szCs w:val="22"/>
        </w:rPr>
      </w:pPr>
    </w:p>
    <w:p w14:paraId="50BAAC85" w14:textId="77777777" w:rsidR="000B5163" w:rsidRPr="003C0FAD" w:rsidRDefault="000B5163" w:rsidP="000B5163">
      <w:pPr>
        <w:pStyle w:val="ListParagraph"/>
        <w:numPr>
          <w:ilvl w:val="0"/>
          <w:numId w:val="1"/>
        </w:numPr>
        <w:rPr>
          <w:b/>
          <w:bCs/>
          <w:szCs w:val="22"/>
        </w:rPr>
      </w:pPr>
      <w:r>
        <w:rPr>
          <w:b/>
          <w:bCs/>
          <w:szCs w:val="22"/>
        </w:rPr>
        <w:t>Projekti tulemused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4820"/>
        <w:gridCol w:w="4394"/>
      </w:tblGrid>
      <w:tr w:rsidR="000B5163" w:rsidRPr="00000B8C" w14:paraId="7DB688B5" w14:textId="77777777" w:rsidTr="008F7AF4">
        <w:tc>
          <w:tcPr>
            <w:tcW w:w="4673" w:type="dxa"/>
          </w:tcPr>
          <w:p w14:paraId="24795012" w14:textId="77777777" w:rsidR="000B5163" w:rsidRPr="00000B8C" w:rsidRDefault="000B5163" w:rsidP="001140DF">
            <w:pPr>
              <w:rPr>
                <w:b/>
              </w:rPr>
            </w:pPr>
            <w:r w:rsidRPr="00000B8C">
              <w:rPr>
                <w:b/>
              </w:rPr>
              <w:t xml:space="preserve">Oodatav tulemus </w:t>
            </w:r>
          </w:p>
          <w:p w14:paraId="5D018FA4" w14:textId="77777777" w:rsidR="000B5163" w:rsidRPr="00235C4A" w:rsidRDefault="000B5163" w:rsidP="001140DF">
            <w:pPr>
              <w:rPr>
                <w:b/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(Projektiga saavutatavate tulemuste loetelu. Mis ja kuidas muutub paremaks? Tulemused peavad kaasa aitama projekti eesmärgi saavutamisele. Need peavad olema saavutatavad projekti elluviimise kestel.)</w:t>
            </w:r>
          </w:p>
        </w:tc>
        <w:tc>
          <w:tcPr>
            <w:tcW w:w="4820" w:type="dxa"/>
          </w:tcPr>
          <w:p w14:paraId="1FF05CE6" w14:textId="77777777" w:rsidR="000B5163" w:rsidRDefault="000B5163" w:rsidP="001140DF">
            <w:pPr>
              <w:rPr>
                <w:b/>
              </w:rPr>
            </w:pPr>
            <w:r w:rsidRPr="00000B8C">
              <w:rPr>
                <w:b/>
              </w:rPr>
              <w:t xml:space="preserve">Saavutamise indikaatorid/projekti väljundid </w:t>
            </w:r>
          </w:p>
          <w:p w14:paraId="6328A09F" w14:textId="77777777" w:rsidR="000B5163" w:rsidRPr="00235C4A" w:rsidRDefault="000B5163" w:rsidP="001140DF">
            <w:pPr>
              <w:rPr>
                <w:b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[Indikaatorid kirjeldavad projekti eesmärke konkreetsetes ja mõõdetavates terminites: kvantiteet (kui palju?), kvaliteet (kui hästi?), sihtgrupid (kellele?), asukoht (kus?), aeg (millal?)]</w:t>
            </w:r>
          </w:p>
        </w:tc>
        <w:tc>
          <w:tcPr>
            <w:tcW w:w="4394" w:type="dxa"/>
          </w:tcPr>
          <w:p w14:paraId="28A6CF07" w14:textId="77777777" w:rsidR="000B5163" w:rsidRPr="00000B8C" w:rsidRDefault="000B5163" w:rsidP="001140DF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000B8C">
              <w:rPr>
                <w:b/>
              </w:rPr>
              <w:t>Kontrolli allikas</w:t>
            </w:r>
          </w:p>
          <w:p w14:paraId="2260FC29" w14:textId="77777777" w:rsidR="000B5163" w:rsidRPr="00235C4A" w:rsidRDefault="000B5163" w:rsidP="001140DF">
            <w:pPr>
              <w:rPr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(Teabeallikas, kust on võimalik saada informatsiooni indikaatorite kohta, nt statistika, aruandlus jne)</w:t>
            </w:r>
          </w:p>
        </w:tc>
      </w:tr>
      <w:tr w:rsidR="000B5163" w:rsidRPr="00000B8C" w14:paraId="44FCE91C" w14:textId="77777777" w:rsidTr="008F7AF4">
        <w:tc>
          <w:tcPr>
            <w:tcW w:w="4673" w:type="dxa"/>
          </w:tcPr>
          <w:p w14:paraId="5EA78375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5B6B1B82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370B3BAB" w14:textId="77777777" w:rsidR="000B5163" w:rsidRPr="00000B8C" w:rsidRDefault="000B5163" w:rsidP="001140DF">
            <w:pPr>
              <w:jc w:val="left"/>
              <w:rPr>
                <w:b/>
              </w:rPr>
            </w:pPr>
          </w:p>
        </w:tc>
      </w:tr>
      <w:tr w:rsidR="000B5163" w:rsidRPr="00000B8C" w14:paraId="6B8B2845" w14:textId="77777777" w:rsidTr="008F7AF4">
        <w:tc>
          <w:tcPr>
            <w:tcW w:w="4673" w:type="dxa"/>
          </w:tcPr>
          <w:p w14:paraId="3587B6C8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327BE7CE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567898CF" w14:textId="77777777" w:rsidR="000B5163" w:rsidRPr="00000B8C" w:rsidRDefault="000B5163" w:rsidP="001140DF">
            <w:pPr>
              <w:jc w:val="left"/>
            </w:pPr>
          </w:p>
        </w:tc>
      </w:tr>
      <w:tr w:rsidR="000B5163" w:rsidRPr="00000B8C" w14:paraId="2DE8A2E2" w14:textId="77777777" w:rsidTr="008F7AF4">
        <w:tc>
          <w:tcPr>
            <w:tcW w:w="4673" w:type="dxa"/>
          </w:tcPr>
          <w:p w14:paraId="5494CE8F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6BC52893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05B28D70" w14:textId="77777777" w:rsidR="000B5163" w:rsidRPr="00000B8C" w:rsidRDefault="000B5163" w:rsidP="001140DF">
            <w:pPr>
              <w:jc w:val="left"/>
              <w:rPr>
                <w:b/>
              </w:rPr>
            </w:pPr>
          </w:p>
        </w:tc>
      </w:tr>
      <w:tr w:rsidR="000B5163" w:rsidRPr="00000B8C" w14:paraId="1526D5F4" w14:textId="77777777" w:rsidTr="008F7AF4">
        <w:tc>
          <w:tcPr>
            <w:tcW w:w="4673" w:type="dxa"/>
          </w:tcPr>
          <w:p w14:paraId="50BD7D7C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1083DF88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2E2323F2" w14:textId="77777777" w:rsidR="000B5163" w:rsidRPr="00000B8C" w:rsidRDefault="000B5163" w:rsidP="001140DF">
            <w:pPr>
              <w:jc w:val="left"/>
            </w:pPr>
          </w:p>
        </w:tc>
      </w:tr>
    </w:tbl>
    <w:p w14:paraId="0DEABFB8" w14:textId="04A4DD2A" w:rsidR="000B5163" w:rsidRDefault="000B5163" w:rsidP="000B5163">
      <w:pPr>
        <w:rPr>
          <w:b/>
          <w:bCs/>
          <w:szCs w:val="22"/>
        </w:rPr>
      </w:pPr>
    </w:p>
    <w:p w14:paraId="43C548DC" w14:textId="3AE5D1F2" w:rsidR="00531EBB" w:rsidRDefault="00531EBB" w:rsidP="000B5163">
      <w:pPr>
        <w:rPr>
          <w:b/>
          <w:bCs/>
          <w:szCs w:val="22"/>
        </w:rPr>
      </w:pPr>
    </w:p>
    <w:p w14:paraId="1DB4085C" w14:textId="585548AC" w:rsidR="00531EBB" w:rsidRDefault="00531EBB" w:rsidP="000B5163">
      <w:pPr>
        <w:rPr>
          <w:b/>
          <w:bCs/>
          <w:szCs w:val="22"/>
        </w:rPr>
      </w:pPr>
    </w:p>
    <w:p w14:paraId="5AD1E026" w14:textId="77777777" w:rsidR="00531EBB" w:rsidRDefault="00531EBB" w:rsidP="000B5163">
      <w:pPr>
        <w:rPr>
          <w:b/>
          <w:bCs/>
          <w:szCs w:val="22"/>
        </w:rPr>
      </w:pPr>
    </w:p>
    <w:p w14:paraId="01C9B3AA" w14:textId="77777777" w:rsidR="000B5163" w:rsidRPr="00DA59C5" w:rsidRDefault="000B5163" w:rsidP="000B5163">
      <w:pPr>
        <w:rPr>
          <w:bCs/>
          <w:szCs w:val="22"/>
        </w:rPr>
      </w:pPr>
      <w:r>
        <w:rPr>
          <w:bCs/>
          <w:szCs w:val="22"/>
        </w:rPr>
        <w:t>Nimi</w:t>
      </w:r>
    </w:p>
    <w:p w14:paraId="31FE2E9D" w14:textId="77777777" w:rsidR="000B5163" w:rsidRDefault="000B5163" w:rsidP="000B5163">
      <w:pPr>
        <w:rPr>
          <w:b/>
          <w:bCs/>
          <w:szCs w:val="22"/>
        </w:rPr>
      </w:pPr>
    </w:p>
    <w:p w14:paraId="7F4F1D2B" w14:textId="77777777" w:rsidR="000B5163" w:rsidRPr="003C0FAD" w:rsidRDefault="000B5163" w:rsidP="000B5163">
      <w:pPr>
        <w:rPr>
          <w:bCs/>
          <w:i/>
          <w:szCs w:val="22"/>
        </w:rPr>
      </w:pPr>
      <w:r w:rsidRPr="003C0FAD">
        <w:rPr>
          <w:bCs/>
          <w:i/>
          <w:szCs w:val="22"/>
        </w:rPr>
        <w:t>(allkirjastatud digitaalselt)</w:t>
      </w:r>
    </w:p>
    <w:p w14:paraId="4AD37F59" w14:textId="77777777" w:rsidR="000B5163" w:rsidRDefault="000B5163" w:rsidP="000B5163">
      <w:pPr>
        <w:jc w:val="center"/>
        <w:outlineLvl w:val="0"/>
        <w:rPr>
          <w:caps/>
          <w:sz w:val="28"/>
          <w:szCs w:val="28"/>
        </w:rPr>
      </w:pPr>
    </w:p>
    <w:p w14:paraId="2EC96348" w14:textId="77777777" w:rsidR="000B5163" w:rsidRDefault="000B5163" w:rsidP="000B5163">
      <w:pPr>
        <w:jc w:val="center"/>
        <w:outlineLvl w:val="0"/>
        <w:rPr>
          <w:b/>
          <w:bCs/>
        </w:rPr>
      </w:pPr>
    </w:p>
    <w:p w14:paraId="4E550E4A" w14:textId="77777777" w:rsidR="000B5163" w:rsidRDefault="000B5163" w:rsidP="0084562D">
      <w:pPr>
        <w:widowControl/>
        <w:suppressAutoHyphens w:val="0"/>
        <w:spacing w:line="240" w:lineRule="auto"/>
        <w:jc w:val="left"/>
      </w:pPr>
    </w:p>
    <w:p w14:paraId="7B22110D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7B22110E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7B22110F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8F7AF4">
      <w:headerReference w:type="default" r:id="rId13"/>
      <w:footerReference w:type="default" r:id="rId14"/>
      <w:footerReference w:type="first" r:id="rId15"/>
      <w:pgSz w:w="16838" w:h="11906" w:orient="landscape" w:code="9"/>
      <w:pgMar w:top="1814" w:right="907" w:bottom="1021" w:left="1418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21112" w14:textId="77777777" w:rsidR="003F6697" w:rsidRDefault="003F6697" w:rsidP="00DF44DF">
      <w:r>
        <w:separator/>
      </w:r>
    </w:p>
  </w:endnote>
  <w:endnote w:type="continuationSeparator" w:id="0">
    <w:p w14:paraId="7B221113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0067386"/>
      <w:docPartObj>
        <w:docPartGallery w:val="Page Numbers (Bottom of Page)"/>
        <w:docPartUnique/>
      </w:docPartObj>
    </w:sdtPr>
    <w:sdtEndPr/>
    <w:sdtContent>
      <w:p w14:paraId="7B0ECB8C" w14:textId="4F3846C3" w:rsidR="008F7AF4" w:rsidRDefault="008F7A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393">
          <w:rPr>
            <w:noProof/>
          </w:rPr>
          <w:t>2</w:t>
        </w:r>
        <w:r>
          <w:fldChar w:fldCharType="end"/>
        </w:r>
      </w:p>
    </w:sdtContent>
  </w:sdt>
  <w:p w14:paraId="36C86CF5" w14:textId="77777777" w:rsidR="008F7AF4" w:rsidRDefault="008F7A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4088817"/>
      <w:docPartObj>
        <w:docPartGallery w:val="Page Numbers (Bottom of Page)"/>
        <w:docPartUnique/>
      </w:docPartObj>
    </w:sdtPr>
    <w:sdtEndPr/>
    <w:sdtContent>
      <w:p w14:paraId="5F5B5166" w14:textId="05FB4950" w:rsidR="008F7AF4" w:rsidRDefault="008F7A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393">
          <w:rPr>
            <w:noProof/>
          </w:rPr>
          <w:t>1</w:t>
        </w:r>
        <w:r>
          <w:fldChar w:fldCharType="end"/>
        </w:r>
      </w:p>
    </w:sdtContent>
  </w:sdt>
  <w:p w14:paraId="3D437138" w14:textId="77777777" w:rsidR="008F7AF4" w:rsidRDefault="008F7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21110" w14:textId="77777777" w:rsidR="003F6697" w:rsidRDefault="003F6697" w:rsidP="00DF44DF">
      <w:r>
        <w:separator/>
      </w:r>
    </w:p>
  </w:footnote>
  <w:footnote w:type="continuationSeparator" w:id="0">
    <w:p w14:paraId="7B221111" w14:textId="77777777" w:rsidR="003F6697" w:rsidRDefault="003F669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21114" w14:textId="77777777" w:rsidR="00110BCA" w:rsidRDefault="00110BCA" w:rsidP="00110BCA">
    <w:pPr>
      <w:pStyle w:val="Jalus1"/>
      <w:jc w:val="center"/>
    </w:pPr>
  </w:p>
  <w:p w14:paraId="7B221115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910DB"/>
    <w:multiLevelType w:val="hybridMultilevel"/>
    <w:tmpl w:val="0590B8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B5163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03393"/>
    <w:rsid w:val="00354059"/>
    <w:rsid w:val="00394DCB"/>
    <w:rsid w:val="003A0707"/>
    <w:rsid w:val="003B2A9C"/>
    <w:rsid w:val="003D76F1"/>
    <w:rsid w:val="003F6697"/>
    <w:rsid w:val="004110BE"/>
    <w:rsid w:val="00422A99"/>
    <w:rsid w:val="00435A13"/>
    <w:rsid w:val="0044084D"/>
    <w:rsid w:val="004A3512"/>
    <w:rsid w:val="004C1391"/>
    <w:rsid w:val="0050252A"/>
    <w:rsid w:val="00531EBB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A6E4A"/>
    <w:rsid w:val="005B5CE1"/>
    <w:rsid w:val="005B7641"/>
    <w:rsid w:val="005E3AED"/>
    <w:rsid w:val="005E45BB"/>
    <w:rsid w:val="00602834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83C30"/>
    <w:rsid w:val="008919F2"/>
    <w:rsid w:val="0089276C"/>
    <w:rsid w:val="008D4634"/>
    <w:rsid w:val="008F0B50"/>
    <w:rsid w:val="008F7AF4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3097A"/>
    <w:rsid w:val="00B81632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D3A9E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576CA"/>
    <w:rsid w:val="00E6194D"/>
    <w:rsid w:val="00EE4FCE"/>
    <w:rsid w:val="00F122D1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7B2210FB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B5163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B5163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62CFC-7C28-4864-86B0-DA55C3A7A387}">
  <ds:schemaRefs>
    <ds:schemaRef ds:uri="d0759c17-f71d-426f-a000-2a7c696f56e3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f55ceed4-16f0-4371-8349-4527d2ff225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067917-63B4-4989-93C2-BDD9DA281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4</TotalTime>
  <Pages>2</Pages>
  <Words>212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Kristi Lillemägi</cp:lastModifiedBy>
  <cp:revision>7</cp:revision>
  <cp:lastPrinted>2014-04-02T13:57:00Z</cp:lastPrinted>
  <dcterms:created xsi:type="dcterms:W3CDTF">2018-06-08T08:31:00Z</dcterms:created>
  <dcterms:modified xsi:type="dcterms:W3CDTF">2019-01-16T11:36:00Z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